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22C" w:rsidRPr="004C48AD" w:rsidRDefault="002C222C" w:rsidP="00FB0784">
      <w:pPr>
        <w:rPr>
          <w:b/>
        </w:rPr>
      </w:pPr>
      <w:r w:rsidRPr="004C48AD">
        <w:rPr>
          <w:b/>
        </w:rPr>
        <w:t xml:space="preserve">Külli </w:t>
      </w:r>
      <w:proofErr w:type="spellStart"/>
      <w:r w:rsidRPr="004C48AD">
        <w:rPr>
          <w:b/>
        </w:rPr>
        <w:t>Friedemann</w:t>
      </w:r>
      <w:proofErr w:type="spellEnd"/>
      <w:r w:rsidR="00FB0784">
        <w:rPr>
          <w:b/>
        </w:rPr>
        <w:tab/>
      </w:r>
      <w:r w:rsidR="00FB0784">
        <w:rPr>
          <w:b/>
        </w:rPr>
        <w:tab/>
      </w:r>
      <w:r w:rsidR="00FB0784">
        <w:rPr>
          <w:b/>
        </w:rPr>
        <w:tab/>
      </w:r>
      <w:r w:rsidR="00FB0784">
        <w:rPr>
          <w:b/>
        </w:rPr>
        <w:tab/>
      </w:r>
      <w:r w:rsidR="00FB0784">
        <w:rPr>
          <w:b/>
        </w:rPr>
        <w:tab/>
      </w:r>
      <w:r w:rsidR="00FB0784">
        <w:rPr>
          <w:b/>
        </w:rPr>
        <w:tab/>
      </w:r>
      <w:r w:rsidR="00FB0784">
        <w:rPr>
          <w:b/>
        </w:rPr>
        <w:tab/>
      </w:r>
      <w:r w:rsidR="00FB0784" w:rsidRPr="00396B9C">
        <w:t xml:space="preserve">Teie ….……....….…….........     </w:t>
      </w:r>
    </w:p>
    <w:p w:rsidR="00CD126B" w:rsidRDefault="004C48AD" w:rsidP="00FB0784">
      <w:r>
        <w:t>O</w:t>
      </w:r>
      <w:r w:rsidR="00CD126B" w:rsidRPr="00CD126B">
        <w:t>sakonnajuhataja</w:t>
      </w:r>
    </w:p>
    <w:tbl>
      <w:tblPr>
        <w:tblW w:w="9592" w:type="dxa"/>
        <w:tblInd w:w="-142" w:type="dxa"/>
        <w:tblLook w:val="01E0" w:firstRow="1" w:lastRow="1" w:firstColumn="1" w:lastColumn="1" w:noHBand="0" w:noVBand="0"/>
      </w:tblPr>
      <w:tblGrid>
        <w:gridCol w:w="4869"/>
        <w:gridCol w:w="4723"/>
      </w:tblGrid>
      <w:tr w:rsidR="00396B9C" w:rsidRPr="00396B9C" w:rsidTr="00FB0784">
        <w:trPr>
          <w:trHeight w:val="980"/>
        </w:trPr>
        <w:tc>
          <w:tcPr>
            <w:tcW w:w="4869" w:type="dxa"/>
          </w:tcPr>
          <w:p w:rsidR="00FB0784" w:rsidRPr="00CD126B" w:rsidRDefault="00FB0784" w:rsidP="00FB0784">
            <w:pPr>
              <w:rPr>
                <w:bCs/>
                <w:lang w:val="fi-FI"/>
              </w:rPr>
            </w:pPr>
            <w:r w:rsidRPr="00CD126B">
              <w:rPr>
                <w:bCs/>
                <w:lang w:val="fi-FI"/>
              </w:rPr>
              <w:t>Tervishoiuteenuste osakond</w:t>
            </w:r>
          </w:p>
          <w:p w:rsidR="00396B9C" w:rsidRPr="00FB0784" w:rsidRDefault="00FB0784" w:rsidP="00FB0784">
            <w:pPr>
              <w:rPr>
                <w:bCs/>
                <w:lang w:val="fi-FI"/>
              </w:rPr>
            </w:pPr>
            <w:r w:rsidRPr="00CD126B">
              <w:rPr>
                <w:bCs/>
                <w:lang w:val="fi-FI"/>
              </w:rPr>
              <w:t>Terviseamet</w:t>
            </w:r>
            <w:r w:rsidR="00396B9C" w:rsidRPr="00396B9C">
              <w:tab/>
            </w:r>
            <w:r w:rsidR="00396B9C" w:rsidRPr="00396B9C">
              <w:tab/>
            </w:r>
          </w:p>
          <w:p w:rsidR="00396B9C" w:rsidRPr="00396B9C" w:rsidRDefault="00FB0784" w:rsidP="00FB0784">
            <w:r w:rsidRPr="00CD126B">
              <w:t>Paldiski mnt 81, 10614 Tallinn</w:t>
            </w:r>
          </w:p>
        </w:tc>
        <w:tc>
          <w:tcPr>
            <w:tcW w:w="4723" w:type="dxa"/>
          </w:tcPr>
          <w:p w:rsidR="00396B9C" w:rsidRPr="00396B9C" w:rsidRDefault="00FB0784" w:rsidP="00FB0784">
            <w:pPr>
              <w:jc w:val="right"/>
            </w:pPr>
            <w:r w:rsidRPr="00396B9C">
              <w:t xml:space="preserve">Meie </w:t>
            </w:r>
            <w:r w:rsidR="00A067B5">
              <w:t>11</w:t>
            </w:r>
            <w:r w:rsidRPr="00396B9C">
              <w:t>.</w:t>
            </w:r>
            <w:r w:rsidR="00A067B5">
              <w:t>11</w:t>
            </w:r>
            <w:r w:rsidRPr="00396B9C">
              <w:t>.20</w:t>
            </w:r>
            <w:r>
              <w:t>24</w:t>
            </w:r>
            <w:r w:rsidRPr="00396B9C">
              <w:t>.a. nr 2-1/</w:t>
            </w:r>
            <w:r w:rsidR="00A067B5">
              <w:t>07</w:t>
            </w:r>
          </w:p>
          <w:p w:rsidR="00396B9C" w:rsidRPr="00396B9C" w:rsidRDefault="00396B9C" w:rsidP="00FB0784">
            <w:pPr>
              <w:tabs>
                <w:tab w:val="left" w:pos="1469"/>
              </w:tabs>
            </w:pPr>
          </w:p>
        </w:tc>
      </w:tr>
      <w:tr w:rsidR="00BA5F7F" w:rsidRPr="00396B9C" w:rsidTr="00FB0784">
        <w:trPr>
          <w:trHeight w:val="199"/>
        </w:trPr>
        <w:tc>
          <w:tcPr>
            <w:tcW w:w="4869" w:type="dxa"/>
          </w:tcPr>
          <w:p w:rsidR="00BA5F7F" w:rsidRPr="00396B9C" w:rsidRDefault="00BA5F7F" w:rsidP="00396B9C">
            <w:pPr>
              <w:rPr>
                <w:b/>
                <w:bCs/>
                <w:lang w:val="en-GB"/>
              </w:rPr>
            </w:pPr>
          </w:p>
        </w:tc>
        <w:tc>
          <w:tcPr>
            <w:tcW w:w="4723" w:type="dxa"/>
          </w:tcPr>
          <w:p w:rsidR="00BA5F7F" w:rsidRPr="00396B9C" w:rsidRDefault="00BA5F7F" w:rsidP="00396B9C">
            <w:pPr>
              <w:jc w:val="right"/>
            </w:pPr>
          </w:p>
        </w:tc>
      </w:tr>
    </w:tbl>
    <w:p w:rsidR="00396B9C" w:rsidRPr="00396B9C" w:rsidRDefault="00396B9C" w:rsidP="00396B9C">
      <w:pPr>
        <w:jc w:val="both"/>
        <w:rPr>
          <w:lang w:val="en-US"/>
        </w:rPr>
      </w:pPr>
    </w:p>
    <w:p w:rsidR="00396B9C" w:rsidRPr="00396B9C" w:rsidRDefault="00BA5F7F" w:rsidP="00396B9C">
      <w:pPr>
        <w:jc w:val="both"/>
        <w:rPr>
          <w:lang w:val="fi-FI"/>
        </w:rPr>
      </w:pPr>
      <w:r>
        <w:rPr>
          <w:b/>
        </w:rPr>
        <w:t>/</w:t>
      </w:r>
      <w:r w:rsidR="00396B9C" w:rsidRPr="00396B9C">
        <w:rPr>
          <w:b/>
        </w:rPr>
        <w:t xml:space="preserve">Taotlus </w:t>
      </w:r>
      <w:r w:rsidR="00CD126B">
        <w:rPr>
          <w:b/>
        </w:rPr>
        <w:t>tegevusloa muutmiseks</w:t>
      </w:r>
      <w:r>
        <w:rPr>
          <w:b/>
        </w:rPr>
        <w:t>/</w:t>
      </w:r>
    </w:p>
    <w:p w:rsidR="00396B9C" w:rsidRPr="00396B9C" w:rsidRDefault="00396B9C" w:rsidP="00396B9C">
      <w:pPr>
        <w:jc w:val="both"/>
        <w:rPr>
          <w:lang w:val="fi-FI"/>
        </w:rPr>
      </w:pPr>
    </w:p>
    <w:p w:rsidR="00BA5F7F" w:rsidRPr="00396B9C" w:rsidRDefault="00CD126B" w:rsidP="00396B9C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Palume muuta SA Almeda Õendushaigla tegevusluba </w:t>
      </w:r>
      <w:r w:rsidRPr="00CD126B">
        <w:rPr>
          <w:color w:val="000000" w:themeColor="text1"/>
        </w:rPr>
        <w:t>L04263</w:t>
      </w:r>
      <w:r>
        <w:rPr>
          <w:color w:val="000000" w:themeColor="text1"/>
        </w:rPr>
        <w:t>, vähendades sellel märgitud hooldusvoodite arvu 8 hooldusvoodi võrra, 20 voodikohani</w:t>
      </w:r>
      <w:r w:rsidR="00A067B5">
        <w:rPr>
          <w:color w:val="000000" w:themeColor="text1"/>
        </w:rPr>
        <w:t>.</w:t>
      </w:r>
    </w:p>
    <w:p w:rsidR="00396B9C" w:rsidRPr="00396B9C" w:rsidRDefault="00396B9C" w:rsidP="00396B9C">
      <w:pPr>
        <w:jc w:val="both"/>
        <w:rPr>
          <w:color w:val="000000" w:themeColor="text1"/>
        </w:rPr>
      </w:pPr>
    </w:p>
    <w:p w:rsidR="00396B9C" w:rsidRPr="00396B9C" w:rsidRDefault="00396B9C" w:rsidP="00396B9C">
      <w:pPr>
        <w:jc w:val="both"/>
        <w:rPr>
          <w:color w:val="000000" w:themeColor="text1"/>
        </w:rPr>
      </w:pPr>
      <w:bookmarkStart w:id="0" w:name="_GoBack"/>
      <w:bookmarkEnd w:id="0"/>
    </w:p>
    <w:p w:rsidR="00396B9C" w:rsidRPr="00396B9C" w:rsidRDefault="00396B9C" w:rsidP="00396B9C">
      <w:pPr>
        <w:jc w:val="both"/>
        <w:rPr>
          <w:color w:val="000000" w:themeColor="text1"/>
        </w:rPr>
      </w:pPr>
    </w:p>
    <w:p w:rsidR="00396B9C" w:rsidRPr="00396B9C" w:rsidRDefault="00396B9C" w:rsidP="00396B9C">
      <w:pPr>
        <w:jc w:val="both"/>
        <w:rPr>
          <w:color w:val="000000" w:themeColor="text1"/>
        </w:rPr>
      </w:pPr>
    </w:p>
    <w:p w:rsidR="00396B9C" w:rsidRPr="00396B9C" w:rsidRDefault="00396B9C" w:rsidP="00396B9C">
      <w:pPr>
        <w:jc w:val="both"/>
        <w:rPr>
          <w:color w:val="000000" w:themeColor="text1"/>
        </w:rPr>
      </w:pPr>
      <w:r w:rsidRPr="00396B9C">
        <w:rPr>
          <w:color w:val="000000" w:themeColor="text1"/>
        </w:rPr>
        <w:t>Lugupidamisega</w:t>
      </w:r>
    </w:p>
    <w:p w:rsidR="00396B9C" w:rsidRPr="00396B9C" w:rsidRDefault="00396B9C" w:rsidP="00396B9C">
      <w:pPr>
        <w:jc w:val="both"/>
      </w:pPr>
    </w:p>
    <w:p w:rsidR="00396B9C" w:rsidRPr="00396B9C" w:rsidRDefault="00396B9C" w:rsidP="00396B9C">
      <w:pPr>
        <w:jc w:val="both"/>
        <w:rPr>
          <w:i/>
          <w:color w:val="808080"/>
        </w:rPr>
      </w:pPr>
      <w:r w:rsidRPr="00396B9C">
        <w:rPr>
          <w:i/>
          <w:color w:val="808080"/>
        </w:rPr>
        <w:t>/allkirjastatud digitaalselt/</w:t>
      </w:r>
    </w:p>
    <w:p w:rsidR="00396B9C" w:rsidRPr="00396B9C" w:rsidRDefault="00756599" w:rsidP="00396B9C">
      <w:r>
        <w:t>Alexey Vylegzhanin</w:t>
      </w:r>
    </w:p>
    <w:p w:rsidR="00396B9C" w:rsidRPr="00396B9C" w:rsidRDefault="00396B9C" w:rsidP="00396B9C">
      <w:r w:rsidRPr="00396B9C">
        <w:t>Juhatuse liige</w:t>
      </w:r>
    </w:p>
    <w:p w:rsidR="00396B9C" w:rsidRPr="00396B9C" w:rsidRDefault="00396B9C" w:rsidP="00396B9C">
      <w:pPr>
        <w:tabs>
          <w:tab w:val="center" w:pos="4536"/>
          <w:tab w:val="right" w:pos="9072"/>
        </w:tabs>
      </w:pPr>
    </w:p>
    <w:p w:rsidR="00CD266D" w:rsidRPr="00396B9C" w:rsidRDefault="00CD266D" w:rsidP="00396B9C"/>
    <w:sectPr w:rsidR="00CD266D" w:rsidRPr="00396B9C" w:rsidSect="009C11C9">
      <w:headerReference w:type="even" r:id="rId7"/>
      <w:headerReference w:type="default" r:id="rId8"/>
      <w:headerReference w:type="first" r:id="rId9"/>
      <w:pgSz w:w="11906" w:h="16838"/>
      <w:pgMar w:top="1418" w:right="1021" w:bottom="1418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CDB" w:rsidRDefault="00D86CDB">
      <w:r>
        <w:separator/>
      </w:r>
    </w:p>
  </w:endnote>
  <w:endnote w:type="continuationSeparator" w:id="0">
    <w:p w:rsidR="00D86CDB" w:rsidRDefault="00D8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CDB" w:rsidRDefault="00D86CDB">
      <w:r>
        <w:separator/>
      </w:r>
    </w:p>
  </w:footnote>
  <w:footnote w:type="continuationSeparator" w:id="0">
    <w:p w:rsidR="00D86CDB" w:rsidRDefault="00D86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20" w:type="dxa"/>
      <w:tblInd w:w="-252" w:type="dxa"/>
      <w:tblLook w:val="01E0" w:firstRow="1" w:lastRow="1" w:firstColumn="1" w:lastColumn="1" w:noHBand="0" w:noVBand="0"/>
    </w:tblPr>
    <w:tblGrid>
      <w:gridCol w:w="934"/>
      <w:gridCol w:w="8786"/>
    </w:tblGrid>
    <w:tr w:rsidR="009C11C9" w:rsidRPr="00C062FD" w:rsidTr="00A623A6">
      <w:tc>
        <w:tcPr>
          <w:tcW w:w="934" w:type="dxa"/>
        </w:tcPr>
        <w:p w:rsidR="009C11C9" w:rsidRPr="00C062FD" w:rsidRDefault="009C11C9" w:rsidP="009C11C9">
          <w:pPr>
            <w:pStyle w:val="Title"/>
            <w:jc w:val="left"/>
            <w:rPr>
              <w:rFonts w:ascii="Bookman Old Style" w:hAnsi="Bookman Old Style"/>
              <w:bCs/>
              <w:i/>
              <w:iCs/>
              <w:sz w:val="20"/>
            </w:rPr>
          </w:pPr>
        </w:p>
      </w:tc>
      <w:tc>
        <w:tcPr>
          <w:tcW w:w="8786" w:type="dxa"/>
        </w:tcPr>
        <w:p w:rsidR="009C11C9" w:rsidRPr="00C062FD" w:rsidRDefault="009C11C9" w:rsidP="009C11C9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:rsidR="009C11C9" w:rsidRDefault="009C11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20" w:type="dxa"/>
      <w:tblInd w:w="-252" w:type="dxa"/>
      <w:tblLook w:val="01E0" w:firstRow="1" w:lastRow="1" w:firstColumn="1" w:lastColumn="1" w:noHBand="0" w:noVBand="0"/>
    </w:tblPr>
    <w:tblGrid>
      <w:gridCol w:w="966"/>
      <w:gridCol w:w="8754"/>
    </w:tblGrid>
    <w:tr w:rsidR="009C11C9" w:rsidRPr="00C062FD" w:rsidTr="00A623A6">
      <w:tc>
        <w:tcPr>
          <w:tcW w:w="934" w:type="dxa"/>
        </w:tcPr>
        <w:p w:rsidR="009C11C9" w:rsidRPr="00C062FD" w:rsidRDefault="009C11C9" w:rsidP="009C11C9">
          <w:pPr>
            <w:pStyle w:val="Title"/>
            <w:jc w:val="left"/>
            <w:rPr>
              <w:rFonts w:ascii="Bookman Old Style" w:hAnsi="Bookman Old Style"/>
              <w:bCs/>
              <w:i/>
              <w:iCs/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457200" cy="447675"/>
                <wp:effectExtent l="19050" t="0" r="0" b="0"/>
                <wp:docPr id="3" name="Picture 3" descr="first-a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rst-a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6" w:type="dxa"/>
        </w:tcPr>
        <w:p w:rsidR="009C11C9" w:rsidRPr="00502371" w:rsidRDefault="009C11C9" w:rsidP="009C11C9">
          <w:pPr>
            <w:pStyle w:val="Title"/>
            <w:pBdr>
              <w:bottom w:val="single" w:sz="4" w:space="1" w:color="auto"/>
            </w:pBdr>
            <w:jc w:val="left"/>
            <w:rPr>
              <w:rFonts w:ascii="Bookman Old Style" w:hAnsi="Bookman Old Style"/>
              <w:bCs/>
              <w:i/>
              <w:iCs/>
              <w:sz w:val="40"/>
              <w:szCs w:val="40"/>
            </w:rPr>
          </w:pPr>
          <w:r w:rsidRPr="00502371">
            <w:rPr>
              <w:rFonts w:ascii="Bookman Old Style" w:hAnsi="Bookman Old Style"/>
              <w:bCs/>
              <w:i/>
              <w:iCs/>
              <w:sz w:val="40"/>
              <w:szCs w:val="40"/>
            </w:rPr>
            <w:t>SA Kirde Kohalik Haigla</w:t>
          </w:r>
        </w:p>
        <w:p w:rsidR="009C11C9" w:rsidRPr="00C062FD" w:rsidRDefault="009C11C9" w:rsidP="009C11C9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Reg.kood </w:t>
          </w:r>
          <w:r w:rsidRPr="00EF512E">
            <w:rPr>
              <w:rFonts w:ascii="Arial" w:hAnsi="Arial" w:cs="Arial"/>
              <w:sz w:val="20"/>
              <w:szCs w:val="20"/>
            </w:rPr>
            <w:t>90003500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C062FD">
            <w:rPr>
              <w:rFonts w:ascii="Arial" w:hAnsi="Arial" w:cs="Arial"/>
              <w:sz w:val="20"/>
              <w:szCs w:val="20"/>
            </w:rPr>
            <w:sym w:font="Wingdings" w:char="F09E"/>
          </w:r>
          <w:r w:rsidRPr="00C062FD"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sz w:val="20"/>
              <w:szCs w:val="20"/>
            </w:rPr>
            <w:t xml:space="preserve">Pavlovi 12a </w:t>
          </w:r>
          <w:r w:rsidRPr="00C062FD">
            <w:rPr>
              <w:rFonts w:ascii="Arial" w:hAnsi="Arial" w:cs="Arial"/>
              <w:sz w:val="20"/>
              <w:szCs w:val="20"/>
            </w:rPr>
            <w:t>Sillamäe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C062FD">
            <w:rPr>
              <w:rFonts w:ascii="Arial" w:hAnsi="Arial" w:cs="Arial"/>
              <w:sz w:val="20"/>
              <w:szCs w:val="20"/>
            </w:rPr>
            <w:t xml:space="preserve">40232 </w:t>
          </w:r>
          <w:r w:rsidRPr="00C062FD">
            <w:rPr>
              <w:rFonts w:ascii="Arial" w:hAnsi="Arial" w:cs="Arial"/>
              <w:sz w:val="20"/>
              <w:szCs w:val="20"/>
            </w:rPr>
            <w:sym w:font="Wingdings" w:char="F09E"/>
          </w:r>
          <w:r w:rsidRPr="00C062FD">
            <w:rPr>
              <w:rFonts w:ascii="Arial" w:hAnsi="Arial" w:cs="Arial"/>
              <w:sz w:val="20"/>
              <w:szCs w:val="20"/>
            </w:rPr>
            <w:t xml:space="preserve"> Tel. 392 </w:t>
          </w:r>
          <w:r>
            <w:rPr>
              <w:rFonts w:ascii="Arial" w:hAnsi="Arial" w:cs="Arial"/>
              <w:sz w:val="20"/>
              <w:szCs w:val="20"/>
            </w:rPr>
            <w:t>9900</w:t>
          </w:r>
          <w:r w:rsidRPr="00C062FD">
            <w:rPr>
              <w:rFonts w:ascii="Arial" w:hAnsi="Arial" w:cs="Arial"/>
              <w:sz w:val="20"/>
              <w:szCs w:val="20"/>
            </w:rPr>
            <w:t xml:space="preserve"> </w:t>
          </w:r>
          <w:r w:rsidRPr="00C062FD">
            <w:rPr>
              <w:rFonts w:ascii="Arial" w:hAnsi="Arial" w:cs="Arial"/>
              <w:sz w:val="20"/>
              <w:szCs w:val="20"/>
            </w:rPr>
            <w:sym w:font="Wingdings" w:char="F09E"/>
          </w:r>
          <w:r w:rsidRPr="00C062FD">
            <w:rPr>
              <w:rFonts w:ascii="Arial" w:hAnsi="Arial" w:cs="Arial"/>
              <w:sz w:val="20"/>
              <w:szCs w:val="20"/>
            </w:rPr>
            <w:t xml:space="preserve"> Faks 392 </w:t>
          </w:r>
          <w:r>
            <w:rPr>
              <w:rFonts w:ascii="Arial" w:hAnsi="Arial" w:cs="Arial"/>
              <w:sz w:val="20"/>
              <w:szCs w:val="20"/>
            </w:rPr>
            <w:t>9901</w:t>
          </w:r>
          <w:r w:rsidRPr="00C062FD">
            <w:rPr>
              <w:rFonts w:ascii="Arial" w:hAnsi="Arial" w:cs="Arial"/>
              <w:sz w:val="20"/>
              <w:szCs w:val="20"/>
            </w:rPr>
            <w:t xml:space="preserve"> </w:t>
          </w:r>
          <w:r w:rsidRPr="00C062FD">
            <w:rPr>
              <w:rFonts w:ascii="Arial" w:hAnsi="Arial" w:cs="Arial"/>
              <w:sz w:val="20"/>
              <w:szCs w:val="20"/>
            </w:rPr>
            <w:sym w:font="Wingdings" w:char="F09E"/>
          </w:r>
          <w:r>
            <w:rPr>
              <w:rFonts w:ascii="Arial" w:hAnsi="Arial" w:cs="Arial"/>
              <w:sz w:val="20"/>
              <w:szCs w:val="20"/>
            </w:rPr>
            <w:t xml:space="preserve"> kkh@stk.ee</w:t>
          </w:r>
        </w:p>
      </w:tc>
    </w:tr>
  </w:tbl>
  <w:p w:rsidR="009C11C9" w:rsidRDefault="009C11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1C9" w:rsidRPr="00753F2D" w:rsidRDefault="009C11C9" w:rsidP="009C11C9">
    <w:pPr>
      <w:pStyle w:val="Header"/>
      <w:jc w:val="right"/>
      <w:rPr>
        <w:b/>
        <w:i/>
        <w:sz w:val="36"/>
        <w:szCs w:val="36"/>
      </w:rPr>
    </w:pPr>
    <w:r w:rsidRPr="00753F2D">
      <w:rPr>
        <w:b/>
        <w:i/>
        <w:sz w:val="36"/>
        <w:szCs w:val="36"/>
      </w:rPr>
      <w:t xml:space="preserve">SA </w:t>
    </w:r>
    <w:r w:rsidR="00F26EE5">
      <w:rPr>
        <w:b/>
        <w:i/>
        <w:sz w:val="36"/>
        <w:szCs w:val="36"/>
      </w:rPr>
      <w:t>Almeda</w:t>
    </w:r>
    <w:r w:rsidRPr="00753F2D">
      <w:rPr>
        <w:b/>
        <w:i/>
        <w:sz w:val="36"/>
        <w:szCs w:val="36"/>
      </w:rPr>
      <w:t xml:space="preserve"> </w:t>
    </w:r>
    <w:r w:rsidR="00F26EE5">
      <w:rPr>
        <w:b/>
        <w:i/>
        <w:sz w:val="36"/>
        <w:szCs w:val="36"/>
      </w:rPr>
      <w:t>Õendushaigla</w:t>
    </w:r>
  </w:p>
  <w:p w:rsidR="009C11C9" w:rsidRDefault="009C11C9" w:rsidP="009C11C9">
    <w:pPr>
      <w:pStyle w:val="Header"/>
      <w:pBdr>
        <w:right w:val="single" w:sz="12" w:space="4" w:color="auto"/>
      </w:pBdr>
      <w:jc w:val="right"/>
      <w:rPr>
        <w:rFonts w:ascii="Arial" w:hAnsi="Arial" w:cs="Arial"/>
        <w:sz w:val="20"/>
        <w:szCs w:val="20"/>
      </w:rPr>
    </w:pPr>
  </w:p>
  <w:p w:rsidR="009C11C9" w:rsidRPr="00753F2D" w:rsidRDefault="009C11C9" w:rsidP="009C11C9">
    <w:pPr>
      <w:pStyle w:val="Header"/>
      <w:pBdr>
        <w:right w:val="single" w:sz="12" w:space="4" w:color="auto"/>
      </w:pBdr>
      <w:jc w:val="right"/>
      <w:rPr>
        <w:rFonts w:ascii="Arial" w:hAnsi="Arial" w:cs="Arial"/>
        <w:sz w:val="20"/>
        <w:szCs w:val="20"/>
      </w:rPr>
    </w:pPr>
    <w:r w:rsidRPr="00753F2D">
      <w:rPr>
        <w:rFonts w:ascii="Arial" w:hAnsi="Arial" w:cs="Arial"/>
        <w:sz w:val="20"/>
        <w:szCs w:val="20"/>
      </w:rPr>
      <w:t xml:space="preserve">Registrikood </w:t>
    </w:r>
    <w:r w:rsidRPr="00753F2D">
      <w:rPr>
        <w:rFonts w:ascii="Arial" w:hAnsi="Arial" w:cs="Arial"/>
        <w:color w:val="000000"/>
        <w:sz w:val="20"/>
        <w:szCs w:val="20"/>
      </w:rPr>
      <w:t>90003309</w:t>
    </w:r>
  </w:p>
  <w:p w:rsidR="009C11C9" w:rsidRPr="00753F2D" w:rsidRDefault="009C11C9" w:rsidP="009C11C9">
    <w:pPr>
      <w:pStyle w:val="Header"/>
      <w:pBdr>
        <w:right w:val="single" w:sz="12" w:space="4" w:color="auto"/>
      </w:pBdr>
      <w:jc w:val="right"/>
      <w:rPr>
        <w:rFonts w:ascii="Arial" w:hAnsi="Arial" w:cs="Arial"/>
        <w:sz w:val="20"/>
        <w:szCs w:val="20"/>
      </w:rPr>
    </w:pPr>
    <w:r w:rsidRPr="00753F2D">
      <w:rPr>
        <w:rFonts w:ascii="Arial" w:hAnsi="Arial" w:cs="Arial"/>
        <w:sz w:val="20"/>
        <w:szCs w:val="20"/>
      </w:rPr>
      <w:t>Pavlovi 12a Sillamäe 40232</w:t>
    </w:r>
  </w:p>
  <w:p w:rsidR="009C11C9" w:rsidRDefault="009C11C9" w:rsidP="009C11C9">
    <w:pPr>
      <w:pStyle w:val="Header"/>
      <w:pBdr>
        <w:right w:val="single" w:sz="12" w:space="4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Tel. </w:t>
    </w:r>
    <w:r w:rsidRPr="00753F2D">
      <w:rPr>
        <w:rFonts w:ascii="Arial" w:hAnsi="Arial" w:cs="Arial"/>
        <w:sz w:val="20"/>
        <w:szCs w:val="20"/>
      </w:rPr>
      <w:t>392</w:t>
    </w:r>
    <w:r>
      <w:rPr>
        <w:rFonts w:ascii="Arial" w:hAnsi="Arial" w:cs="Arial"/>
        <w:sz w:val="20"/>
        <w:szCs w:val="20"/>
      </w:rPr>
      <w:t xml:space="preserve"> 9904 Faks </w:t>
    </w:r>
    <w:r w:rsidRPr="00753F2D">
      <w:rPr>
        <w:rFonts w:ascii="Arial" w:hAnsi="Arial" w:cs="Arial"/>
        <w:sz w:val="20"/>
        <w:szCs w:val="20"/>
      </w:rPr>
      <w:t>392</w:t>
    </w:r>
    <w:r>
      <w:rPr>
        <w:rFonts w:ascii="Arial" w:hAnsi="Arial" w:cs="Arial"/>
        <w:sz w:val="20"/>
        <w:szCs w:val="20"/>
      </w:rPr>
      <w:t xml:space="preserve"> 9901</w:t>
    </w:r>
  </w:p>
  <w:p w:rsidR="009C11C9" w:rsidRDefault="009C11C9" w:rsidP="009C11C9">
    <w:pPr>
      <w:pStyle w:val="Header"/>
      <w:pBdr>
        <w:right w:val="single" w:sz="12" w:space="4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e-post: hooldushaigla@stk.ee</w:t>
    </w:r>
  </w:p>
  <w:p w:rsidR="009C11C9" w:rsidRPr="00F70336" w:rsidRDefault="009C11C9" w:rsidP="009C11C9">
    <w:pPr>
      <w:pStyle w:val="Header"/>
      <w:pBdr>
        <w:right w:val="single" w:sz="12" w:space="4" w:color="auto"/>
      </w:pBdr>
      <w:jc w:val="right"/>
      <w:rPr>
        <w:rFonts w:ascii="Arial" w:hAnsi="Arial" w:cs="Arial"/>
        <w:sz w:val="20"/>
        <w:szCs w:val="20"/>
      </w:rPr>
    </w:pPr>
  </w:p>
  <w:p w:rsidR="009C11C9" w:rsidRDefault="009C11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A199C"/>
    <w:multiLevelType w:val="hybridMultilevel"/>
    <w:tmpl w:val="43881C4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6C153C"/>
    <w:multiLevelType w:val="hybridMultilevel"/>
    <w:tmpl w:val="494A3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4A222B"/>
    <w:multiLevelType w:val="hybridMultilevel"/>
    <w:tmpl w:val="1E3AF0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70"/>
    <w:rsid w:val="00010983"/>
    <w:rsid w:val="00024D9A"/>
    <w:rsid w:val="00045E60"/>
    <w:rsid w:val="00055CCF"/>
    <w:rsid w:val="00064107"/>
    <w:rsid w:val="00064454"/>
    <w:rsid w:val="00072825"/>
    <w:rsid w:val="00091A75"/>
    <w:rsid w:val="00095DF3"/>
    <w:rsid w:val="000A192E"/>
    <w:rsid w:val="000A25F4"/>
    <w:rsid w:val="000B7538"/>
    <w:rsid w:val="000D6B14"/>
    <w:rsid w:val="000E0111"/>
    <w:rsid w:val="000F53C0"/>
    <w:rsid w:val="00131A92"/>
    <w:rsid w:val="001833D0"/>
    <w:rsid w:val="001906E0"/>
    <w:rsid w:val="001A465B"/>
    <w:rsid w:val="001D459F"/>
    <w:rsid w:val="001F15C7"/>
    <w:rsid w:val="00202CFB"/>
    <w:rsid w:val="00221193"/>
    <w:rsid w:val="00236CA4"/>
    <w:rsid w:val="00236E26"/>
    <w:rsid w:val="00264E22"/>
    <w:rsid w:val="00267E53"/>
    <w:rsid w:val="00271A42"/>
    <w:rsid w:val="0028645B"/>
    <w:rsid w:val="0028780C"/>
    <w:rsid w:val="002B7655"/>
    <w:rsid w:val="002C222C"/>
    <w:rsid w:val="002C33BE"/>
    <w:rsid w:val="002C3FCD"/>
    <w:rsid w:val="002D57CB"/>
    <w:rsid w:val="002D6446"/>
    <w:rsid w:val="002E2F70"/>
    <w:rsid w:val="002E347D"/>
    <w:rsid w:val="002F5C29"/>
    <w:rsid w:val="002F781C"/>
    <w:rsid w:val="00323EC8"/>
    <w:rsid w:val="003337AB"/>
    <w:rsid w:val="003442E9"/>
    <w:rsid w:val="00344C2F"/>
    <w:rsid w:val="00347457"/>
    <w:rsid w:val="00353949"/>
    <w:rsid w:val="00361883"/>
    <w:rsid w:val="00377C2D"/>
    <w:rsid w:val="003843D2"/>
    <w:rsid w:val="0039080B"/>
    <w:rsid w:val="00396B9C"/>
    <w:rsid w:val="00396BCD"/>
    <w:rsid w:val="003A4FCF"/>
    <w:rsid w:val="003E059F"/>
    <w:rsid w:val="003F63C0"/>
    <w:rsid w:val="00402487"/>
    <w:rsid w:val="00403456"/>
    <w:rsid w:val="0040758B"/>
    <w:rsid w:val="00415223"/>
    <w:rsid w:val="00416F2E"/>
    <w:rsid w:val="0042343D"/>
    <w:rsid w:val="00424542"/>
    <w:rsid w:val="0042708D"/>
    <w:rsid w:val="00461EB1"/>
    <w:rsid w:val="004719FC"/>
    <w:rsid w:val="00476D5A"/>
    <w:rsid w:val="00494971"/>
    <w:rsid w:val="004A2552"/>
    <w:rsid w:val="004B6C55"/>
    <w:rsid w:val="004C48AD"/>
    <w:rsid w:val="004F64D2"/>
    <w:rsid w:val="0053687F"/>
    <w:rsid w:val="005434C5"/>
    <w:rsid w:val="00552844"/>
    <w:rsid w:val="005573E1"/>
    <w:rsid w:val="00587467"/>
    <w:rsid w:val="005C5360"/>
    <w:rsid w:val="005E2051"/>
    <w:rsid w:val="005E408C"/>
    <w:rsid w:val="00613E45"/>
    <w:rsid w:val="00625A93"/>
    <w:rsid w:val="00643294"/>
    <w:rsid w:val="00651C9D"/>
    <w:rsid w:val="0066174F"/>
    <w:rsid w:val="006651A9"/>
    <w:rsid w:val="00671C32"/>
    <w:rsid w:val="006758C3"/>
    <w:rsid w:val="00675F0B"/>
    <w:rsid w:val="00681EF2"/>
    <w:rsid w:val="00685409"/>
    <w:rsid w:val="0068582A"/>
    <w:rsid w:val="00686907"/>
    <w:rsid w:val="006A09EC"/>
    <w:rsid w:val="006A3D8F"/>
    <w:rsid w:val="006C3B73"/>
    <w:rsid w:val="006E0FA1"/>
    <w:rsid w:val="00714581"/>
    <w:rsid w:val="00723001"/>
    <w:rsid w:val="007268FF"/>
    <w:rsid w:val="00736FDA"/>
    <w:rsid w:val="00745914"/>
    <w:rsid w:val="00753F2D"/>
    <w:rsid w:val="00756599"/>
    <w:rsid w:val="00764625"/>
    <w:rsid w:val="00783E5A"/>
    <w:rsid w:val="00792DFC"/>
    <w:rsid w:val="007A3332"/>
    <w:rsid w:val="007A4E94"/>
    <w:rsid w:val="007D355D"/>
    <w:rsid w:val="007F23A0"/>
    <w:rsid w:val="00811ED9"/>
    <w:rsid w:val="0084029A"/>
    <w:rsid w:val="008428D4"/>
    <w:rsid w:val="00854733"/>
    <w:rsid w:val="00856A4C"/>
    <w:rsid w:val="00861831"/>
    <w:rsid w:val="008831F6"/>
    <w:rsid w:val="008A53FA"/>
    <w:rsid w:val="008C23C3"/>
    <w:rsid w:val="008D4125"/>
    <w:rsid w:val="008D7AEC"/>
    <w:rsid w:val="008E5E12"/>
    <w:rsid w:val="008F0B9C"/>
    <w:rsid w:val="00902270"/>
    <w:rsid w:val="009135BD"/>
    <w:rsid w:val="009177CC"/>
    <w:rsid w:val="009244CE"/>
    <w:rsid w:val="0093776B"/>
    <w:rsid w:val="00954409"/>
    <w:rsid w:val="00961675"/>
    <w:rsid w:val="009B4071"/>
    <w:rsid w:val="009C11C9"/>
    <w:rsid w:val="009C4FA5"/>
    <w:rsid w:val="009C61E2"/>
    <w:rsid w:val="00A067B5"/>
    <w:rsid w:val="00A25ADD"/>
    <w:rsid w:val="00A601B7"/>
    <w:rsid w:val="00A613FD"/>
    <w:rsid w:val="00A62C8F"/>
    <w:rsid w:val="00A93032"/>
    <w:rsid w:val="00AA3A2F"/>
    <w:rsid w:val="00AA3F7E"/>
    <w:rsid w:val="00AA68E0"/>
    <w:rsid w:val="00AA724F"/>
    <w:rsid w:val="00AC30F6"/>
    <w:rsid w:val="00AD0DDA"/>
    <w:rsid w:val="00AD43E5"/>
    <w:rsid w:val="00AF7B99"/>
    <w:rsid w:val="00B17643"/>
    <w:rsid w:val="00B26B36"/>
    <w:rsid w:val="00B27E00"/>
    <w:rsid w:val="00B336DE"/>
    <w:rsid w:val="00B57C85"/>
    <w:rsid w:val="00B81151"/>
    <w:rsid w:val="00BA37F0"/>
    <w:rsid w:val="00BA5F7F"/>
    <w:rsid w:val="00BC47FF"/>
    <w:rsid w:val="00BC56BC"/>
    <w:rsid w:val="00BC7D07"/>
    <w:rsid w:val="00BD4108"/>
    <w:rsid w:val="00BD7270"/>
    <w:rsid w:val="00BE3CCA"/>
    <w:rsid w:val="00BE6E5F"/>
    <w:rsid w:val="00C045C8"/>
    <w:rsid w:val="00C046C0"/>
    <w:rsid w:val="00C20C93"/>
    <w:rsid w:val="00C51755"/>
    <w:rsid w:val="00CA205A"/>
    <w:rsid w:val="00CB4C07"/>
    <w:rsid w:val="00CC7DC1"/>
    <w:rsid w:val="00CD126B"/>
    <w:rsid w:val="00CD266D"/>
    <w:rsid w:val="00CD7C0B"/>
    <w:rsid w:val="00CE6AAD"/>
    <w:rsid w:val="00D01ABC"/>
    <w:rsid w:val="00D2501F"/>
    <w:rsid w:val="00D27885"/>
    <w:rsid w:val="00D86CDB"/>
    <w:rsid w:val="00D91A57"/>
    <w:rsid w:val="00DB2707"/>
    <w:rsid w:val="00DB44D5"/>
    <w:rsid w:val="00DB6A41"/>
    <w:rsid w:val="00DC0974"/>
    <w:rsid w:val="00DD4359"/>
    <w:rsid w:val="00E02569"/>
    <w:rsid w:val="00E052CB"/>
    <w:rsid w:val="00E13D0D"/>
    <w:rsid w:val="00E20CE1"/>
    <w:rsid w:val="00E255DE"/>
    <w:rsid w:val="00E4123E"/>
    <w:rsid w:val="00E54588"/>
    <w:rsid w:val="00E73247"/>
    <w:rsid w:val="00EC7A6D"/>
    <w:rsid w:val="00ED7B74"/>
    <w:rsid w:val="00EE7214"/>
    <w:rsid w:val="00EF69AD"/>
    <w:rsid w:val="00F26EE5"/>
    <w:rsid w:val="00F554F8"/>
    <w:rsid w:val="00F70336"/>
    <w:rsid w:val="00F82B3A"/>
    <w:rsid w:val="00FA3A2E"/>
    <w:rsid w:val="00FA4F49"/>
    <w:rsid w:val="00FB0784"/>
    <w:rsid w:val="00FB22A1"/>
    <w:rsid w:val="00FC79D1"/>
    <w:rsid w:val="00FD4320"/>
    <w:rsid w:val="00FD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CAF5BA4F-3B48-4F67-8867-35B41FA3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F49"/>
    <w:rPr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022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02270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8E5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E5E12"/>
    <w:rPr>
      <w:color w:val="0000FF"/>
      <w:u w:val="single"/>
    </w:rPr>
  </w:style>
  <w:style w:type="paragraph" w:styleId="BalloonText">
    <w:name w:val="Balloon Text"/>
    <w:basedOn w:val="Normal"/>
    <w:semiHidden/>
    <w:rsid w:val="00625A9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EnvelopeAddress"/>
    <w:rsid w:val="002D6446"/>
    <w:pPr>
      <w:framePr w:wrap="around"/>
    </w:pPr>
  </w:style>
  <w:style w:type="paragraph" w:styleId="NoSpacing">
    <w:name w:val="No Spacing"/>
    <w:basedOn w:val="Normal"/>
    <w:uiPriority w:val="1"/>
    <w:qFormat/>
    <w:rsid w:val="00476D5A"/>
    <w:rPr>
      <w:rFonts w:eastAsia="Calibri"/>
      <w:lang w:val="en-US" w:eastAsia="en-US"/>
    </w:rPr>
  </w:style>
  <w:style w:type="paragraph" w:styleId="EnvelopeAddress">
    <w:name w:val="envelope address"/>
    <w:aliases w:val="Aadress"/>
    <w:basedOn w:val="Normal"/>
    <w:autoRedefine/>
    <w:rsid w:val="008428D4"/>
    <w:pPr>
      <w:framePr w:w="7921" w:h="1979" w:hRule="exact" w:hSpace="142" w:wrap="around" w:hAnchor="page" w:yAlign="inside"/>
      <w:ind w:left="284"/>
    </w:pPr>
    <w:rPr>
      <w:rFonts w:cs="Arial"/>
    </w:rPr>
  </w:style>
  <w:style w:type="paragraph" w:customStyle="1" w:styleId="Default">
    <w:name w:val="Default"/>
    <w:rsid w:val="0053687F"/>
    <w:pPr>
      <w:autoSpaceDE w:val="0"/>
      <w:autoSpaceDN w:val="0"/>
      <w:adjustRightInd w:val="0"/>
    </w:pPr>
    <w:rPr>
      <w:color w:val="000000"/>
      <w:sz w:val="24"/>
      <w:szCs w:val="24"/>
      <w:lang w:val="et-EE" w:eastAsia="et-EE"/>
    </w:rPr>
  </w:style>
  <w:style w:type="character" w:customStyle="1" w:styleId="HeaderChar">
    <w:name w:val="Header Char"/>
    <w:basedOn w:val="DefaultParagraphFont"/>
    <w:link w:val="Header"/>
    <w:rsid w:val="009C11C9"/>
    <w:rPr>
      <w:sz w:val="24"/>
      <w:szCs w:val="24"/>
      <w:lang w:val="et-EE" w:eastAsia="et-EE"/>
    </w:rPr>
  </w:style>
  <w:style w:type="paragraph" w:styleId="Title">
    <w:name w:val="Title"/>
    <w:basedOn w:val="Normal"/>
    <w:link w:val="TitleChar"/>
    <w:qFormat/>
    <w:rsid w:val="009C11C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9C11C9"/>
    <w:rPr>
      <w:b/>
      <w:sz w:val="24"/>
      <w:lang w:val="et-EE" w:eastAsia="et-EE"/>
    </w:rPr>
  </w:style>
  <w:style w:type="character" w:styleId="Strong">
    <w:name w:val="Strong"/>
    <w:basedOn w:val="DefaultParagraphFont"/>
    <w:uiPriority w:val="22"/>
    <w:qFormat/>
    <w:rsid w:val="009135BD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2E2F7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grid\Application%20Data\Microsoft\Templates\SHH%20ametikir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SHH ametikiri</Template>
  <TotalTime>30</TotalTime>
  <Pages>1</Pages>
  <Words>44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Svetlana Kostitsõna</Manager>
  <Company>SA Sillamäe Hooldushaigla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Sigrid Bubert</dc:creator>
  <cp:lastModifiedBy>Microsoft account</cp:lastModifiedBy>
  <cp:revision>3</cp:revision>
  <cp:lastPrinted>2024-11-11T12:12:00Z</cp:lastPrinted>
  <dcterms:created xsi:type="dcterms:W3CDTF">2024-09-04T07:36:00Z</dcterms:created>
  <dcterms:modified xsi:type="dcterms:W3CDTF">2024-11-11T12:56:00Z</dcterms:modified>
</cp:coreProperties>
</file>